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408"/>
        <w:gridCol w:w="2200"/>
      </w:tblGrid>
      <w:tr w:rsidR="00B45387">
        <w:tc>
          <w:tcPr>
            <w:tcW w:w="2408" w:type="dxa"/>
          </w:tcPr>
          <w:p w:rsidR="00B45387" w:rsidRDefault="00167C62">
            <w:pPr>
              <w:pStyle w:val="Address2"/>
            </w:pPr>
            <w:r>
              <w:t xml:space="preserve">Canoga Park, </w:t>
            </w:r>
            <w:smartTag w:uri="urn:schemas-microsoft-com:office:smarttags" w:element="State">
              <w:r>
                <w:t>CA</w:t>
              </w:r>
            </w:smartTag>
            <w:r w:rsidR="001F0F7D">
              <w:t>,</w:t>
            </w:r>
            <w:r>
              <w:t xml:space="preserve"> 9130</w:t>
            </w:r>
            <w:r w:rsidR="00832BE6">
              <w:t>4</w:t>
            </w:r>
          </w:p>
          <w:p w:rsidR="00EE0B38" w:rsidRDefault="004B0BC6" w:rsidP="00E00A60">
            <w:pPr>
              <w:pStyle w:val="Address2"/>
            </w:pPr>
            <w:hyperlink r:id="rId9" w:history="1">
              <w:r w:rsidR="00EE0B38" w:rsidRPr="00496088">
                <w:rPr>
                  <w:rStyle w:val="Hyperlink"/>
                </w:rPr>
                <w:t>giancarloaguilera@</w:t>
              </w:r>
              <w:r w:rsidR="00E00A60">
                <w:rPr>
                  <w:rStyle w:val="Hyperlink"/>
                </w:rPr>
                <w:t>gmail</w:t>
              </w:r>
              <w:r w:rsidR="00EE0B38" w:rsidRPr="00496088">
                <w:rPr>
                  <w:rStyle w:val="Hyperlink"/>
                </w:rPr>
                <w:t>.com</w:t>
              </w:r>
            </w:hyperlink>
          </w:p>
        </w:tc>
        <w:tc>
          <w:tcPr>
            <w:tcW w:w="2200" w:type="dxa"/>
          </w:tcPr>
          <w:p w:rsidR="00167C62" w:rsidRDefault="00167C62">
            <w:pPr>
              <w:pStyle w:val="Address1"/>
            </w:pPr>
          </w:p>
        </w:tc>
      </w:tr>
    </w:tbl>
    <w:p w:rsidR="00B45387" w:rsidRDefault="00167C62">
      <w:pPr>
        <w:pStyle w:val="Name"/>
      </w:pPr>
      <w:r>
        <w:t>Giancarlo Aguilera</w:t>
      </w:r>
    </w:p>
    <w:tbl>
      <w:tblPr>
        <w:tblW w:w="8768" w:type="dxa"/>
        <w:tblLook w:val="0000" w:firstRow="0" w:lastRow="0" w:firstColumn="0" w:lastColumn="0" w:noHBand="0" w:noVBand="0"/>
      </w:tblPr>
      <w:tblGrid>
        <w:gridCol w:w="8768"/>
      </w:tblGrid>
      <w:tr w:rsidR="002D2BC9" w:rsidTr="004B0BC6">
        <w:tc>
          <w:tcPr>
            <w:tcW w:w="8768" w:type="dxa"/>
          </w:tcPr>
          <w:p w:rsidR="002D2BC9" w:rsidRDefault="002D2BC9">
            <w:pPr>
              <w:pStyle w:val="Objective"/>
            </w:pPr>
            <w:r w:rsidRPr="00CD4193">
              <w:rPr>
                <w:b/>
                <w:sz w:val="24"/>
                <w:szCs w:val="24"/>
                <w:u w:val="single"/>
              </w:rPr>
              <w:t>Objective</w:t>
            </w:r>
            <w:r w:rsidR="00CD4193">
              <w:rPr>
                <w:b/>
                <w:sz w:val="24"/>
                <w:szCs w:val="24"/>
                <w:u w:val="single"/>
              </w:rPr>
              <w:t>:</w:t>
            </w:r>
            <w:r>
              <w:t xml:space="preserve"> To obtain software engineer position.</w:t>
            </w:r>
          </w:p>
          <w:p w:rsidR="00AD6D50" w:rsidRPr="00AD6D50" w:rsidRDefault="00AD6D50" w:rsidP="00AD6D50">
            <w:pPr>
              <w:pStyle w:val="BodyText"/>
            </w:pPr>
          </w:p>
          <w:p w:rsidR="00CC3456" w:rsidRPr="00CD4193" w:rsidRDefault="00CC3456" w:rsidP="00CC3456">
            <w:pPr>
              <w:pStyle w:val="BodyText"/>
              <w:rPr>
                <w:b/>
                <w:sz w:val="24"/>
                <w:szCs w:val="24"/>
                <w:u w:val="single"/>
              </w:rPr>
            </w:pPr>
            <w:r w:rsidRPr="00CD4193">
              <w:rPr>
                <w:b/>
                <w:sz w:val="24"/>
                <w:szCs w:val="24"/>
                <w:u w:val="single"/>
              </w:rPr>
              <w:t>Summary</w:t>
            </w:r>
          </w:p>
          <w:p w:rsidR="00CC3456" w:rsidRDefault="00CC3456" w:rsidP="003F56AC">
            <w:pPr>
              <w:pStyle w:val="BodyText"/>
              <w:numPr>
                <w:ilvl w:val="0"/>
                <w:numId w:val="7"/>
              </w:numPr>
            </w:pPr>
            <w:r w:rsidRPr="00CC3456">
              <w:t>Over</w:t>
            </w:r>
            <w:r>
              <w:t xml:space="preserve"> 14 </w:t>
            </w:r>
            <w:proofErr w:type="spellStart"/>
            <w:r>
              <w:t>years experience</w:t>
            </w:r>
            <w:proofErr w:type="spellEnd"/>
            <w:r>
              <w:t xml:space="preserve"> designing, implementing, and maintaining scalable </w:t>
            </w:r>
            <w:r w:rsidRPr="00BF053D">
              <w:t xml:space="preserve">component based </w:t>
            </w:r>
            <w:r>
              <w:t xml:space="preserve">distributed </w:t>
            </w:r>
            <w:r w:rsidRPr="00BF053D">
              <w:t>object oriented</w:t>
            </w:r>
            <w:r>
              <w:t xml:space="preserve"> systems using MS technologies in conjunction with proven </w:t>
            </w:r>
            <w:r w:rsidR="001F013C">
              <w:t xml:space="preserve">architectures, </w:t>
            </w:r>
            <w:r>
              <w:t>d</w:t>
            </w:r>
            <w:r w:rsidRPr="00BF053D">
              <w:t xml:space="preserve">esign </w:t>
            </w:r>
            <w:r>
              <w:t>p</w:t>
            </w:r>
            <w:r w:rsidRPr="00BF053D">
              <w:t>atterns</w:t>
            </w:r>
            <w:r>
              <w:t xml:space="preserve">, principles, </w:t>
            </w:r>
            <w:r w:rsidR="00F06E78">
              <w:t xml:space="preserve">and </w:t>
            </w:r>
            <w:r>
              <w:t>methodologies.</w:t>
            </w:r>
          </w:p>
          <w:p w:rsidR="005217F7" w:rsidRDefault="009C6E76" w:rsidP="003F56AC">
            <w:pPr>
              <w:pStyle w:val="BodyText"/>
              <w:numPr>
                <w:ilvl w:val="0"/>
                <w:numId w:val="7"/>
              </w:numPr>
            </w:pPr>
            <w:r>
              <w:t>Extensi</w:t>
            </w:r>
            <w:r w:rsidR="003C4653">
              <w:t xml:space="preserve">ve experience developing both </w:t>
            </w:r>
            <w:r>
              <w:t>third party commercial software</w:t>
            </w:r>
            <w:r w:rsidR="003C4653">
              <w:t xml:space="preserve"> (ISV)</w:t>
            </w:r>
            <w:r>
              <w:t xml:space="preserve"> as well as in house line of business application</w:t>
            </w:r>
            <w:r w:rsidR="003C4653">
              <w:t>s</w:t>
            </w:r>
            <w:r>
              <w:t>.</w:t>
            </w:r>
          </w:p>
          <w:p w:rsidR="00CD4193" w:rsidRDefault="00CD4193" w:rsidP="003F56AC">
            <w:pPr>
              <w:pStyle w:val="BodyText"/>
              <w:numPr>
                <w:ilvl w:val="0"/>
                <w:numId w:val="7"/>
              </w:numPr>
            </w:pPr>
            <w:r>
              <w:t>Team player but can also work independently to achieve business objectives through high quality software developed on time and within budget.</w:t>
            </w:r>
          </w:p>
          <w:p w:rsidR="00CD4193" w:rsidRDefault="00D26722" w:rsidP="003F56AC">
            <w:pPr>
              <w:pStyle w:val="BodyText"/>
              <w:numPr>
                <w:ilvl w:val="0"/>
                <w:numId w:val="7"/>
              </w:numPr>
            </w:pPr>
            <w:r>
              <w:t>A</w:t>
            </w:r>
            <w:r w:rsidR="00CD4193">
              <w:t>bility to easily adapt to changing business requirements</w:t>
            </w:r>
            <w:r w:rsidR="003A2782">
              <w:t xml:space="preserve"> and priorities</w:t>
            </w:r>
            <w:r w:rsidR="00CD4193">
              <w:t>.</w:t>
            </w:r>
          </w:p>
          <w:p w:rsidR="00031734" w:rsidRDefault="00031734" w:rsidP="003F56AC">
            <w:pPr>
              <w:pStyle w:val="BodyText"/>
              <w:numPr>
                <w:ilvl w:val="0"/>
                <w:numId w:val="7"/>
              </w:numPr>
            </w:pPr>
            <w:r>
              <w:t>Accustomed to multitasking on multiple large system</w:t>
            </w:r>
            <w:r w:rsidR="00B311A6">
              <w:t>s</w:t>
            </w:r>
            <w:r>
              <w:t>.</w:t>
            </w:r>
          </w:p>
          <w:p w:rsidR="00B311A6" w:rsidRDefault="00B311A6" w:rsidP="003F56AC">
            <w:pPr>
              <w:pStyle w:val="BodyText"/>
              <w:numPr>
                <w:ilvl w:val="0"/>
                <w:numId w:val="7"/>
              </w:numPr>
            </w:pPr>
            <w:r>
              <w:t>Excellent technical support and troubleshooting skills.</w:t>
            </w:r>
          </w:p>
          <w:p w:rsidR="00CD4193" w:rsidRDefault="001F013C" w:rsidP="003F56AC">
            <w:pPr>
              <w:pStyle w:val="BodyText"/>
              <w:numPr>
                <w:ilvl w:val="0"/>
                <w:numId w:val="7"/>
              </w:numPr>
            </w:pPr>
            <w:r>
              <w:t>Excellent written, verbal, and interpersonal skills.</w:t>
            </w:r>
          </w:p>
          <w:p w:rsidR="00CD4193" w:rsidRDefault="00CD4193" w:rsidP="0047078B">
            <w:pPr>
              <w:pStyle w:val="BodyText"/>
            </w:pPr>
          </w:p>
          <w:p w:rsidR="00CA19F2" w:rsidRPr="00CD4193" w:rsidRDefault="00CA19F2" w:rsidP="0047078B">
            <w:pPr>
              <w:pStyle w:val="BodyText"/>
              <w:rPr>
                <w:sz w:val="24"/>
                <w:szCs w:val="24"/>
                <w:u w:val="single"/>
              </w:rPr>
            </w:pPr>
            <w:r w:rsidRPr="00CD4193">
              <w:rPr>
                <w:b/>
                <w:sz w:val="24"/>
                <w:szCs w:val="24"/>
                <w:u w:val="single"/>
              </w:rPr>
              <w:t>Technical Skills</w:t>
            </w:r>
          </w:p>
          <w:p w:rsidR="00CA19F2" w:rsidRDefault="005217F7" w:rsidP="007B61FF">
            <w:pPr>
              <w:pStyle w:val="BodyText"/>
              <w:numPr>
                <w:ilvl w:val="0"/>
                <w:numId w:val="8"/>
              </w:numPr>
              <w:spacing w:after="40" w:line="240" w:lineRule="auto"/>
            </w:pPr>
            <w:r w:rsidRPr="00CA19F2">
              <w:rPr>
                <w:b/>
              </w:rPr>
              <w:t>IDE</w:t>
            </w:r>
            <w:r>
              <w:t xml:space="preserve">: </w:t>
            </w:r>
            <w:r w:rsidR="0047078B">
              <w:t>VS 2002-2010</w:t>
            </w:r>
            <w:r w:rsidR="00C60E58">
              <w:t>, VS 6.0</w:t>
            </w:r>
          </w:p>
          <w:p w:rsidR="005217F7" w:rsidRDefault="005217F7" w:rsidP="007B61FF">
            <w:pPr>
              <w:pStyle w:val="BodyText"/>
              <w:numPr>
                <w:ilvl w:val="0"/>
                <w:numId w:val="8"/>
              </w:numPr>
              <w:spacing w:after="40" w:line="240" w:lineRule="auto"/>
            </w:pPr>
            <w:r w:rsidRPr="00CA19F2">
              <w:rPr>
                <w:b/>
              </w:rPr>
              <w:t>Software Development Platforms</w:t>
            </w:r>
            <w:r>
              <w:t>: .</w:t>
            </w:r>
            <w:r w:rsidR="0047078B">
              <w:t>NET 1.0-4.0</w:t>
            </w:r>
            <w:r>
              <w:t>, COM</w:t>
            </w:r>
          </w:p>
          <w:p w:rsidR="007B61FF" w:rsidRDefault="005217F7" w:rsidP="007B61FF">
            <w:pPr>
              <w:pStyle w:val="BodyText"/>
              <w:numPr>
                <w:ilvl w:val="0"/>
                <w:numId w:val="8"/>
              </w:numPr>
              <w:spacing w:after="40" w:line="240" w:lineRule="auto"/>
            </w:pPr>
            <w:r w:rsidRPr="00CA19F2">
              <w:rPr>
                <w:b/>
              </w:rPr>
              <w:t>Languages</w:t>
            </w:r>
            <w:r>
              <w:t xml:space="preserve">: </w:t>
            </w:r>
            <w:r w:rsidR="0047078B">
              <w:t>C# 1.0-4.0,</w:t>
            </w:r>
            <w:r w:rsidR="00AD6D50">
              <w:t xml:space="preserve"> VB.NET 2003-2005,</w:t>
            </w:r>
            <w:r w:rsidR="0047078B">
              <w:t xml:space="preserve"> </w:t>
            </w:r>
            <w:r w:rsidR="007B6D8A">
              <w:t xml:space="preserve">TSQL, </w:t>
            </w:r>
            <w:r>
              <w:t xml:space="preserve">XAML, XML, XSD, XSLT, Regular </w:t>
            </w:r>
            <w:r w:rsidR="007B61FF">
              <w:t xml:space="preserve"> </w:t>
            </w:r>
          </w:p>
          <w:p w:rsidR="005217F7" w:rsidRDefault="007B61FF" w:rsidP="007B61FF">
            <w:pPr>
              <w:pStyle w:val="BodyText"/>
              <w:spacing w:after="40" w:line="240" w:lineRule="auto"/>
              <w:ind w:left="720"/>
            </w:pPr>
            <w:r>
              <w:t xml:space="preserve">                      </w:t>
            </w:r>
            <w:r w:rsidR="005217F7">
              <w:t>Expressions, VB</w:t>
            </w:r>
            <w:r w:rsidR="00CA19F2">
              <w:t xml:space="preserve"> </w:t>
            </w:r>
            <w:r w:rsidR="005217F7">
              <w:t>COM 5.0-6.0</w:t>
            </w:r>
            <w:r w:rsidR="00CC4301">
              <w:t>, JavaScript</w:t>
            </w:r>
          </w:p>
          <w:p w:rsidR="007B61FF" w:rsidRDefault="005217F7" w:rsidP="007B61FF">
            <w:pPr>
              <w:pStyle w:val="BodyText"/>
              <w:numPr>
                <w:ilvl w:val="0"/>
                <w:numId w:val="8"/>
              </w:numPr>
              <w:spacing w:after="40" w:line="240" w:lineRule="auto"/>
            </w:pPr>
            <w:r w:rsidRPr="00CA19F2">
              <w:rPr>
                <w:b/>
              </w:rPr>
              <w:t>Database</w:t>
            </w:r>
            <w:r>
              <w:t>: SQL Server 6.5-2008, Sybase ASE 12.5-15.0, MS Access</w:t>
            </w:r>
            <w:r w:rsidR="00B311A6">
              <w:t xml:space="preserve">, </w:t>
            </w:r>
            <w:r w:rsidR="007B6D8A">
              <w:t xml:space="preserve">TSQL, </w:t>
            </w:r>
            <w:r w:rsidR="00B311A6">
              <w:t xml:space="preserve">DB design, </w:t>
            </w:r>
            <w:r w:rsidR="007B61FF">
              <w:t xml:space="preserve">    </w:t>
            </w:r>
          </w:p>
          <w:p w:rsidR="007B6D8A" w:rsidRDefault="007B61FF" w:rsidP="007B61FF">
            <w:pPr>
              <w:pStyle w:val="BodyText"/>
              <w:spacing w:after="40" w:line="240" w:lineRule="auto"/>
              <w:ind w:left="720"/>
            </w:pPr>
            <w:r>
              <w:t xml:space="preserve">                  </w:t>
            </w:r>
            <w:r w:rsidR="00B311A6">
              <w:t xml:space="preserve">Normalization, </w:t>
            </w:r>
            <w:r w:rsidR="007B6D8A">
              <w:t xml:space="preserve">Stored Procedures, Functions, Triggers, Jobs, Performance Tuning  </w:t>
            </w:r>
          </w:p>
          <w:p w:rsidR="005217F7" w:rsidRDefault="007B61FF" w:rsidP="007B61FF">
            <w:pPr>
              <w:pStyle w:val="BodyText"/>
              <w:spacing w:after="40" w:line="240" w:lineRule="auto"/>
              <w:ind w:left="1440"/>
            </w:pPr>
            <w:r>
              <w:t xml:space="preserve">    </w:t>
            </w:r>
            <w:r w:rsidR="007B6D8A">
              <w:t>(indexing</w:t>
            </w:r>
            <w:r>
              <w:t xml:space="preserve">, </w:t>
            </w:r>
            <w:r w:rsidR="00967AF9">
              <w:t xml:space="preserve">analyzing </w:t>
            </w:r>
            <w:r>
              <w:t>query plans, SQL Profiler</w:t>
            </w:r>
            <w:r w:rsidR="007B6D8A">
              <w:t>)</w:t>
            </w:r>
          </w:p>
          <w:p w:rsidR="00174287" w:rsidRDefault="00174287" w:rsidP="007B61FF">
            <w:pPr>
              <w:pStyle w:val="BodyText"/>
              <w:numPr>
                <w:ilvl w:val="0"/>
                <w:numId w:val="8"/>
              </w:numPr>
              <w:spacing w:after="40" w:line="240" w:lineRule="auto"/>
            </w:pPr>
            <w:r w:rsidRPr="00CA19F2">
              <w:rPr>
                <w:b/>
              </w:rPr>
              <w:t>Data Access</w:t>
            </w:r>
            <w:r>
              <w:t xml:space="preserve">: </w:t>
            </w:r>
            <w:r w:rsidR="00DD56C4">
              <w:t>EF, ADO.NET, ADO COM</w:t>
            </w:r>
            <w:r w:rsidR="00CA19F2">
              <w:t>, Enterprise Library</w:t>
            </w:r>
          </w:p>
          <w:p w:rsidR="0047078B" w:rsidRDefault="002E204A" w:rsidP="007B61FF">
            <w:pPr>
              <w:pStyle w:val="BodyText"/>
              <w:numPr>
                <w:ilvl w:val="0"/>
                <w:numId w:val="8"/>
              </w:numPr>
              <w:spacing w:after="40" w:line="240" w:lineRule="auto"/>
            </w:pPr>
            <w:r w:rsidRPr="00CA19F2">
              <w:rPr>
                <w:b/>
              </w:rPr>
              <w:t>Client</w:t>
            </w:r>
            <w:r>
              <w:t xml:space="preserve">: </w:t>
            </w:r>
            <w:r w:rsidR="0047078B">
              <w:t xml:space="preserve">Silverlight 2.0-5.0, WPF 3.0-4.0, </w:t>
            </w:r>
            <w:proofErr w:type="spellStart"/>
            <w:r>
              <w:t>WinForms</w:t>
            </w:r>
            <w:proofErr w:type="spellEnd"/>
            <w:r>
              <w:t xml:space="preserve">, </w:t>
            </w:r>
            <w:r w:rsidR="007E7296">
              <w:t xml:space="preserve">VB </w:t>
            </w:r>
            <w:r>
              <w:t>Win 32 Forms</w:t>
            </w:r>
          </w:p>
          <w:p w:rsidR="00D7251D" w:rsidRDefault="00D7251D" w:rsidP="007B61FF">
            <w:pPr>
              <w:pStyle w:val="BodyText"/>
              <w:numPr>
                <w:ilvl w:val="0"/>
                <w:numId w:val="8"/>
              </w:numPr>
              <w:spacing w:after="40" w:line="240" w:lineRule="auto"/>
            </w:pPr>
            <w:r w:rsidRPr="00CA19F2">
              <w:rPr>
                <w:b/>
              </w:rPr>
              <w:t>Server</w:t>
            </w:r>
            <w:r>
              <w:t xml:space="preserve">: </w:t>
            </w:r>
            <w:r w:rsidR="00BA7ADC">
              <w:t xml:space="preserve">IIS, </w:t>
            </w:r>
            <w:r w:rsidR="00154051">
              <w:t xml:space="preserve">ASP.NET, </w:t>
            </w:r>
            <w:r w:rsidR="00BA7ADC">
              <w:t>COM+, MTS</w:t>
            </w:r>
          </w:p>
          <w:p w:rsidR="00091287" w:rsidRDefault="00091287" w:rsidP="007B61FF">
            <w:pPr>
              <w:pStyle w:val="BodyText"/>
              <w:numPr>
                <w:ilvl w:val="0"/>
                <w:numId w:val="8"/>
              </w:numPr>
              <w:spacing w:after="40" w:line="240" w:lineRule="auto"/>
            </w:pPr>
            <w:r w:rsidRPr="00CA19F2">
              <w:rPr>
                <w:b/>
              </w:rPr>
              <w:t>Distributed Computing</w:t>
            </w:r>
            <w:r>
              <w:t xml:space="preserve">: WCF, .NET </w:t>
            </w:r>
            <w:proofErr w:type="spellStart"/>
            <w:r>
              <w:t>Remoting</w:t>
            </w:r>
            <w:proofErr w:type="spellEnd"/>
            <w:r>
              <w:t>, Web Services</w:t>
            </w:r>
          </w:p>
          <w:p w:rsidR="002B452C" w:rsidRDefault="002B452C" w:rsidP="007B61FF">
            <w:pPr>
              <w:pStyle w:val="BodyText"/>
              <w:numPr>
                <w:ilvl w:val="0"/>
                <w:numId w:val="8"/>
              </w:numPr>
              <w:spacing w:after="40" w:line="240" w:lineRule="auto"/>
            </w:pPr>
            <w:r w:rsidRPr="00CA19F2">
              <w:rPr>
                <w:b/>
              </w:rPr>
              <w:t>Distribute</w:t>
            </w:r>
            <w:r w:rsidR="00297504" w:rsidRPr="00CA19F2">
              <w:rPr>
                <w:b/>
              </w:rPr>
              <w:t>d</w:t>
            </w:r>
            <w:r w:rsidRPr="00CA19F2">
              <w:rPr>
                <w:b/>
              </w:rPr>
              <w:t xml:space="preserve"> Business Object Frameworks</w:t>
            </w:r>
            <w:r>
              <w:t>: CSLA, WCF RIA Services</w:t>
            </w:r>
          </w:p>
          <w:p w:rsidR="00CA19F2" w:rsidRDefault="00CA19F2" w:rsidP="007B61FF">
            <w:pPr>
              <w:pStyle w:val="BodyText"/>
              <w:numPr>
                <w:ilvl w:val="0"/>
                <w:numId w:val="8"/>
              </w:numPr>
              <w:spacing w:after="40" w:line="240" w:lineRule="auto"/>
            </w:pPr>
            <w:r w:rsidRPr="00CA19F2">
              <w:rPr>
                <w:b/>
              </w:rPr>
              <w:t>Cross Cutting Concerns Frameworks</w:t>
            </w:r>
            <w:r>
              <w:t>: Enterprise Library</w:t>
            </w:r>
          </w:p>
          <w:p w:rsidR="00B2321A" w:rsidRDefault="0036496C" w:rsidP="00B2321A">
            <w:pPr>
              <w:pStyle w:val="BodyText"/>
              <w:numPr>
                <w:ilvl w:val="0"/>
                <w:numId w:val="8"/>
              </w:numPr>
              <w:spacing w:after="40" w:line="240" w:lineRule="auto"/>
            </w:pPr>
            <w:r w:rsidRPr="007F3D45">
              <w:rPr>
                <w:b/>
              </w:rPr>
              <w:t>Modularity</w:t>
            </w:r>
            <w:r>
              <w:t>: PRISM, Smart Client Software Factory</w:t>
            </w:r>
            <w:r w:rsidR="00174287">
              <w:t xml:space="preserve"> (CAB)</w:t>
            </w:r>
          </w:p>
          <w:p w:rsidR="00B2321A" w:rsidRDefault="009457A8" w:rsidP="00B2321A">
            <w:pPr>
              <w:pStyle w:val="BodyText"/>
              <w:numPr>
                <w:ilvl w:val="0"/>
                <w:numId w:val="8"/>
              </w:numPr>
              <w:spacing w:after="40" w:line="240" w:lineRule="auto"/>
            </w:pPr>
            <w:r>
              <w:rPr>
                <w:b/>
              </w:rPr>
              <w:t xml:space="preserve">Architecture: </w:t>
            </w:r>
            <w:r w:rsidR="007B6D8A" w:rsidRPr="007B6D8A">
              <w:t>OO</w:t>
            </w:r>
            <w:r w:rsidR="007B6D8A">
              <w:rPr>
                <w:b/>
              </w:rPr>
              <w:t xml:space="preserve">, </w:t>
            </w:r>
            <w:r w:rsidRPr="001F013C">
              <w:t>MVC, MVVM, MVP, Design Patterns (</w:t>
            </w:r>
            <w:proofErr w:type="spellStart"/>
            <w:r w:rsidRPr="001F013C">
              <w:t>GoF</w:t>
            </w:r>
            <w:proofErr w:type="spellEnd"/>
            <w:r w:rsidRPr="001F013C">
              <w:t xml:space="preserve">, Fowler), Domain Model, </w:t>
            </w:r>
            <w:r w:rsidR="00B2321A">
              <w:t xml:space="preserve">  </w:t>
            </w:r>
          </w:p>
          <w:p w:rsidR="009457A8" w:rsidRPr="001F013C" w:rsidRDefault="00B2321A" w:rsidP="00B2321A">
            <w:pPr>
              <w:pStyle w:val="BodyText"/>
              <w:spacing w:after="40" w:line="240" w:lineRule="auto"/>
              <w:ind w:left="720"/>
            </w:pPr>
            <w:r>
              <w:t xml:space="preserve">                        </w:t>
            </w:r>
            <w:r w:rsidR="009457A8" w:rsidRPr="001F013C">
              <w:t>Repository</w:t>
            </w:r>
            <w:r>
              <w:t xml:space="preserve">, </w:t>
            </w:r>
            <w:proofErr w:type="spellStart"/>
            <w:r w:rsidR="009457A8" w:rsidRPr="001F013C">
              <w:t>IoC</w:t>
            </w:r>
            <w:proofErr w:type="spellEnd"/>
            <w:r w:rsidR="009457A8" w:rsidRPr="001F013C">
              <w:t>, Unit of Work, etc...</w:t>
            </w:r>
          </w:p>
          <w:p w:rsidR="00C60E58" w:rsidRDefault="00C60E58" w:rsidP="007B61FF">
            <w:pPr>
              <w:pStyle w:val="BodyText"/>
              <w:numPr>
                <w:ilvl w:val="0"/>
                <w:numId w:val="8"/>
              </w:numPr>
              <w:spacing w:after="40" w:line="240" w:lineRule="auto"/>
            </w:pPr>
            <w:proofErr w:type="spellStart"/>
            <w:r w:rsidRPr="00CA19F2">
              <w:rPr>
                <w:b/>
              </w:rPr>
              <w:lastRenderedPageBreak/>
              <w:t>IoC</w:t>
            </w:r>
            <w:proofErr w:type="spellEnd"/>
            <w:r w:rsidRPr="00CA19F2">
              <w:rPr>
                <w:b/>
              </w:rPr>
              <w:t>/DI</w:t>
            </w:r>
            <w:r w:rsidR="009457A8">
              <w:rPr>
                <w:b/>
              </w:rPr>
              <w:t xml:space="preserve"> Frameworks</w:t>
            </w:r>
            <w:r>
              <w:t>: Unity, MEF</w:t>
            </w:r>
          </w:p>
          <w:p w:rsidR="00617E76" w:rsidRDefault="00043161" w:rsidP="007B61FF">
            <w:pPr>
              <w:pStyle w:val="BodyText"/>
              <w:numPr>
                <w:ilvl w:val="0"/>
                <w:numId w:val="8"/>
              </w:numPr>
              <w:spacing w:after="40" w:line="240" w:lineRule="auto"/>
            </w:pPr>
            <w:r w:rsidRPr="00CA19F2">
              <w:rPr>
                <w:b/>
              </w:rPr>
              <w:t xml:space="preserve">Design </w:t>
            </w:r>
            <w:r w:rsidR="00617E76" w:rsidRPr="00CA19F2">
              <w:rPr>
                <w:b/>
              </w:rPr>
              <w:t>Methodologies</w:t>
            </w:r>
            <w:r w:rsidR="00617E76">
              <w:t>: UML</w:t>
            </w:r>
          </w:p>
          <w:p w:rsidR="00174287" w:rsidRDefault="00174287" w:rsidP="007B61FF">
            <w:pPr>
              <w:pStyle w:val="BodyText"/>
              <w:numPr>
                <w:ilvl w:val="0"/>
                <w:numId w:val="8"/>
              </w:numPr>
              <w:spacing w:after="40" w:line="240" w:lineRule="auto"/>
            </w:pPr>
            <w:r w:rsidRPr="00CA19F2">
              <w:rPr>
                <w:b/>
              </w:rPr>
              <w:t>Source Control</w:t>
            </w:r>
            <w:r>
              <w:t>: TFS, VSS</w:t>
            </w:r>
          </w:p>
          <w:p w:rsidR="00174287" w:rsidRDefault="00174287" w:rsidP="007B61FF">
            <w:pPr>
              <w:pStyle w:val="BodyText"/>
              <w:numPr>
                <w:ilvl w:val="0"/>
                <w:numId w:val="8"/>
              </w:numPr>
              <w:spacing w:after="40" w:line="240" w:lineRule="auto"/>
            </w:pPr>
            <w:r w:rsidRPr="00CA19F2">
              <w:rPr>
                <w:b/>
              </w:rPr>
              <w:t>Third Party</w:t>
            </w:r>
            <w:r>
              <w:t xml:space="preserve">: </w:t>
            </w:r>
            <w:proofErr w:type="spellStart"/>
            <w:r>
              <w:t>Syncfusion</w:t>
            </w:r>
            <w:proofErr w:type="spellEnd"/>
            <w:r>
              <w:t xml:space="preserve">, </w:t>
            </w:r>
            <w:proofErr w:type="spellStart"/>
            <w:r>
              <w:t>ComponentOne</w:t>
            </w:r>
            <w:proofErr w:type="spellEnd"/>
            <w:r>
              <w:t xml:space="preserve">, </w:t>
            </w:r>
            <w:proofErr w:type="spellStart"/>
            <w:r>
              <w:t>Infragistics</w:t>
            </w:r>
            <w:proofErr w:type="spellEnd"/>
            <w:r>
              <w:t xml:space="preserve">, </w:t>
            </w:r>
            <w:proofErr w:type="spellStart"/>
            <w:r>
              <w:t>Telerik</w:t>
            </w:r>
            <w:proofErr w:type="spellEnd"/>
            <w:r>
              <w:t xml:space="preserve">, </w:t>
            </w:r>
            <w:proofErr w:type="spellStart"/>
            <w:r>
              <w:t>DevExpress</w:t>
            </w:r>
            <w:proofErr w:type="spellEnd"/>
          </w:p>
          <w:p w:rsidR="00174287" w:rsidRDefault="00174287" w:rsidP="00CA19F2">
            <w:pPr>
              <w:pStyle w:val="BodyText"/>
              <w:spacing w:after="0"/>
            </w:pPr>
          </w:p>
          <w:p w:rsidR="003458DD" w:rsidRPr="00CC3456" w:rsidRDefault="003458DD" w:rsidP="009765A8">
            <w:pPr>
              <w:pStyle w:val="BodyText"/>
            </w:pPr>
          </w:p>
        </w:tc>
      </w:tr>
    </w:tbl>
    <w:p w:rsidR="001268FA" w:rsidRDefault="004E4A75" w:rsidP="001268FA">
      <w:pPr>
        <w:rPr>
          <w:b/>
          <w:sz w:val="24"/>
          <w:szCs w:val="24"/>
          <w:u w:val="single"/>
        </w:rPr>
      </w:pPr>
      <w:bookmarkStart w:id="0" w:name="_GoBack"/>
      <w:bookmarkEnd w:id="0"/>
      <w:r w:rsidRPr="001268FA">
        <w:rPr>
          <w:b/>
          <w:sz w:val="24"/>
          <w:szCs w:val="24"/>
          <w:u w:val="single"/>
        </w:rPr>
        <w:lastRenderedPageBreak/>
        <w:t>Articles</w:t>
      </w:r>
    </w:p>
    <w:p w:rsidR="001268FA" w:rsidRDefault="001268FA" w:rsidP="001268FA">
      <w:pPr>
        <w:rPr>
          <w:b/>
          <w:sz w:val="24"/>
          <w:szCs w:val="24"/>
          <w:u w:val="single"/>
        </w:rPr>
      </w:pPr>
    </w:p>
    <w:p w:rsidR="00B45387" w:rsidRPr="001268FA" w:rsidRDefault="004E4A75" w:rsidP="001268FA">
      <w:pPr>
        <w:rPr>
          <w:b/>
          <w:sz w:val="24"/>
          <w:szCs w:val="24"/>
          <w:u w:val="single"/>
        </w:rPr>
      </w:pPr>
      <w:r w:rsidRPr="004E4A75">
        <w:t>Hacking out the C# 2.0 Iterators</w:t>
      </w:r>
    </w:p>
    <w:p w:rsidR="004E4A75" w:rsidRDefault="004E4A75" w:rsidP="001268FA">
      <w:r w:rsidRPr="004E4A75">
        <w:t>(</w:t>
      </w:r>
      <w:hyperlink r:id="rId10" w:history="1">
        <w:r w:rsidRPr="004E4A75">
          <w:rPr>
            <w:rStyle w:val="Hyperlink"/>
          </w:rPr>
          <w:t>http://www.codeproject.com/csharp/iterators.asp</w:t>
        </w:r>
      </w:hyperlink>
      <w:r w:rsidRPr="004E4A75">
        <w:t>)</w:t>
      </w:r>
    </w:p>
    <w:p w:rsidR="004E4A75" w:rsidRPr="004E4A75" w:rsidRDefault="004E4A75" w:rsidP="001268FA"/>
    <w:p w:rsidR="004E4A75" w:rsidRPr="004E4A75" w:rsidRDefault="004E4A75" w:rsidP="001268FA">
      <w:r w:rsidRPr="004E4A75">
        <w:t>VB 2005: Some Cool New Features</w:t>
      </w:r>
    </w:p>
    <w:p w:rsidR="004E4A75" w:rsidRDefault="004E4A75" w:rsidP="001268FA">
      <w:r w:rsidRPr="004E4A75">
        <w:t>(</w:t>
      </w:r>
      <w:hyperlink r:id="rId11" w:history="1">
        <w:r w:rsidRPr="004E4A75">
          <w:rPr>
            <w:rStyle w:val="Hyperlink"/>
          </w:rPr>
          <w:t>http://www.codeproject.com/vb/net/vb2005ga.asp</w:t>
        </w:r>
      </w:hyperlink>
      <w:r w:rsidRPr="004E4A75">
        <w:t>)</w:t>
      </w:r>
    </w:p>
    <w:p w:rsidR="004E4A75" w:rsidRPr="004E4A75" w:rsidRDefault="004E4A75" w:rsidP="001268FA"/>
    <w:p w:rsidR="004E4A75" w:rsidRPr="004E4A75" w:rsidRDefault="004E4A75" w:rsidP="001268FA">
      <w:r w:rsidRPr="004E4A75">
        <w:t>XmlSS.NET Spreadsheet Component</w:t>
      </w:r>
    </w:p>
    <w:p w:rsidR="004E4A75" w:rsidRDefault="004E4A75" w:rsidP="001268FA">
      <w:r w:rsidRPr="004E4A75">
        <w:t>(</w:t>
      </w:r>
      <w:hyperlink r:id="rId12" w:history="1">
        <w:r w:rsidRPr="004E4A75">
          <w:rPr>
            <w:rStyle w:val="Hyperlink"/>
          </w:rPr>
          <w:t>http://www.codeproject.com/vb/net/xmlsscp.asp</w:t>
        </w:r>
      </w:hyperlink>
      <w:r w:rsidRPr="004E4A75">
        <w:t>)</w:t>
      </w:r>
    </w:p>
    <w:p w:rsidR="004E4A75" w:rsidRPr="004E4A75" w:rsidRDefault="004E4A75" w:rsidP="001268FA"/>
    <w:p w:rsidR="004E4A75" w:rsidRPr="004E4A75" w:rsidRDefault="004E4A75" w:rsidP="001268FA">
      <w:r w:rsidRPr="004E4A75">
        <w:t>VB vs. C# MSIL Code Generation: Are the results equal?</w:t>
      </w:r>
    </w:p>
    <w:p w:rsidR="004E4A75" w:rsidRDefault="004E4A75" w:rsidP="001268FA">
      <w:r w:rsidRPr="004E4A75">
        <w:t>(</w:t>
      </w:r>
      <w:hyperlink r:id="rId13" w:history="1">
        <w:r w:rsidRPr="004E4A75">
          <w:rPr>
            <w:rStyle w:val="Hyperlink"/>
          </w:rPr>
          <w:t>http://www.codeproject.com/dotnet/vbvscsmsil.asp</w:t>
        </w:r>
      </w:hyperlink>
      <w:r w:rsidRPr="004E4A75">
        <w:t>)</w:t>
      </w:r>
    </w:p>
    <w:p w:rsidR="004E4A75" w:rsidRPr="004E4A75" w:rsidRDefault="004E4A75" w:rsidP="001268FA"/>
    <w:p w:rsidR="004E4A75" w:rsidRPr="004E4A75" w:rsidRDefault="004E4A75" w:rsidP="001268FA">
      <w:r w:rsidRPr="004E4A75">
        <w:t>Flat VS.NET Style Menus - Even on Windows 98</w:t>
      </w:r>
    </w:p>
    <w:p w:rsidR="004E4A75" w:rsidRDefault="004E4A75" w:rsidP="001268FA">
      <w:r w:rsidRPr="004E4A75">
        <w:t>(</w:t>
      </w:r>
      <w:hyperlink r:id="rId14" w:history="1">
        <w:r w:rsidRPr="004E4A75">
          <w:rPr>
            <w:rStyle w:val="Hyperlink"/>
          </w:rPr>
          <w:t>http://www.codeproject.com/vb/net/vsnetstylemenusvb.asp</w:t>
        </w:r>
      </w:hyperlink>
      <w:r w:rsidRPr="004E4A75">
        <w:t>)</w:t>
      </w:r>
    </w:p>
    <w:p w:rsidR="004E4A75" w:rsidRPr="004E4A75" w:rsidRDefault="004E4A75" w:rsidP="001268FA"/>
    <w:p w:rsidR="004E4A75" w:rsidRPr="004E4A75" w:rsidRDefault="004E4A75" w:rsidP="001268FA">
      <w:r w:rsidRPr="004E4A75">
        <w:t>VB Defamation Indeed!</w:t>
      </w:r>
    </w:p>
    <w:p w:rsidR="004E4A75" w:rsidRPr="004E4A75" w:rsidRDefault="004E4A75" w:rsidP="001268FA">
      <w:r w:rsidRPr="004E4A75">
        <w:t>(</w:t>
      </w:r>
      <w:hyperlink r:id="rId15" w:history="1">
        <w:r w:rsidRPr="004E4A75">
          <w:rPr>
            <w:rStyle w:val="Hyperlink"/>
          </w:rPr>
          <w:t>http://www.codeproject.com/useritems/vbdefamation.asp</w:t>
        </w:r>
      </w:hyperlink>
      <w:r w:rsidRPr="004E4A75">
        <w:t>)</w:t>
      </w:r>
    </w:p>
    <w:sectPr w:rsidR="004E4A75" w:rsidRPr="004E4A75" w:rsidSect="00E75A05">
      <w:headerReference w:type="first" r:id="rId16"/>
      <w:pgSz w:w="12240" w:h="15840"/>
      <w:pgMar w:top="1440" w:right="1800" w:bottom="1440" w:left="1800" w:header="965" w:footer="965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7A0" w:rsidRDefault="00DE27A0">
      <w:r>
        <w:separator/>
      </w:r>
    </w:p>
  </w:endnote>
  <w:endnote w:type="continuationSeparator" w:id="0">
    <w:p w:rsidR="00DE27A0" w:rsidRDefault="00DE2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7A0" w:rsidRDefault="00DE27A0">
      <w:r>
        <w:separator/>
      </w:r>
    </w:p>
  </w:footnote>
  <w:footnote w:type="continuationSeparator" w:id="0">
    <w:p w:rsidR="00DE27A0" w:rsidRDefault="00DE2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DA7" w:rsidRDefault="00950DA7">
    <w:pPr>
      <w:pStyle w:val="Header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202DE"/>
    <w:multiLevelType w:val="hybridMultilevel"/>
    <w:tmpl w:val="39E44188"/>
    <w:lvl w:ilvl="0" w:tplc="04090001">
      <w:start w:val="1"/>
      <w:numFmt w:val="bullet"/>
      <w:lvlText w:val=""/>
      <w:lvlJc w:val="left"/>
      <w:pPr>
        <w:ind w:left="9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1">
    <w:nsid w:val="2F632B56"/>
    <w:multiLevelType w:val="hybridMultilevel"/>
    <w:tmpl w:val="808CE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AD55F0"/>
    <w:multiLevelType w:val="hybridMultilevel"/>
    <w:tmpl w:val="4F96B740"/>
    <w:lvl w:ilvl="0" w:tplc="04090005">
      <w:start w:val="1"/>
      <w:numFmt w:val="bullet"/>
      <w:lvlText w:val=""/>
      <w:lvlJc w:val="left"/>
      <w:pPr>
        <w:ind w:left="9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3">
    <w:nsid w:val="377F3017"/>
    <w:multiLevelType w:val="hybridMultilevel"/>
    <w:tmpl w:val="4166324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A89537E"/>
    <w:multiLevelType w:val="hybridMultilevel"/>
    <w:tmpl w:val="BC9C534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5E81AC4"/>
    <w:multiLevelType w:val="hybridMultilevel"/>
    <w:tmpl w:val="255A5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080670"/>
    <w:multiLevelType w:val="hybridMultilevel"/>
    <w:tmpl w:val="560CA0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right="245" w:hanging="245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activeWritingStyle w:appName="MSWord" w:lang="en-US" w:vendorID="8" w:dllVersion="513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87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F053D"/>
    <w:rsid w:val="0002709A"/>
    <w:rsid w:val="00031734"/>
    <w:rsid w:val="00043161"/>
    <w:rsid w:val="0005390F"/>
    <w:rsid w:val="000636E4"/>
    <w:rsid w:val="00064F04"/>
    <w:rsid w:val="0007340C"/>
    <w:rsid w:val="00076B62"/>
    <w:rsid w:val="00091287"/>
    <w:rsid w:val="00094DED"/>
    <w:rsid w:val="00097981"/>
    <w:rsid w:val="000C38D4"/>
    <w:rsid w:val="000D5AE2"/>
    <w:rsid w:val="000F03BE"/>
    <w:rsid w:val="00101B82"/>
    <w:rsid w:val="00104192"/>
    <w:rsid w:val="00104887"/>
    <w:rsid w:val="00112E4C"/>
    <w:rsid w:val="00125C2D"/>
    <w:rsid w:val="001268FA"/>
    <w:rsid w:val="00135C45"/>
    <w:rsid w:val="00150C03"/>
    <w:rsid w:val="00154051"/>
    <w:rsid w:val="00166309"/>
    <w:rsid w:val="00167C62"/>
    <w:rsid w:val="00174287"/>
    <w:rsid w:val="001765F6"/>
    <w:rsid w:val="00180D66"/>
    <w:rsid w:val="001B2C37"/>
    <w:rsid w:val="001B5AA2"/>
    <w:rsid w:val="001D08CE"/>
    <w:rsid w:val="001D4928"/>
    <w:rsid w:val="001D4964"/>
    <w:rsid w:val="001F013C"/>
    <w:rsid w:val="001F0F7D"/>
    <w:rsid w:val="001F2B18"/>
    <w:rsid w:val="00207EC1"/>
    <w:rsid w:val="0021551F"/>
    <w:rsid w:val="0024105E"/>
    <w:rsid w:val="002425E5"/>
    <w:rsid w:val="00251573"/>
    <w:rsid w:val="00261242"/>
    <w:rsid w:val="00267A92"/>
    <w:rsid w:val="00270CED"/>
    <w:rsid w:val="002935FA"/>
    <w:rsid w:val="00293C46"/>
    <w:rsid w:val="00297504"/>
    <w:rsid w:val="002A2E5F"/>
    <w:rsid w:val="002A33B6"/>
    <w:rsid w:val="002A4949"/>
    <w:rsid w:val="002B452C"/>
    <w:rsid w:val="002C66B4"/>
    <w:rsid w:val="002D2BC9"/>
    <w:rsid w:val="002E10A9"/>
    <w:rsid w:val="002E204A"/>
    <w:rsid w:val="002F0789"/>
    <w:rsid w:val="002F2422"/>
    <w:rsid w:val="003008EA"/>
    <w:rsid w:val="00326259"/>
    <w:rsid w:val="003368C3"/>
    <w:rsid w:val="00342517"/>
    <w:rsid w:val="003458DD"/>
    <w:rsid w:val="0034633C"/>
    <w:rsid w:val="00350A71"/>
    <w:rsid w:val="00363522"/>
    <w:rsid w:val="0036496C"/>
    <w:rsid w:val="00374164"/>
    <w:rsid w:val="00386252"/>
    <w:rsid w:val="00394EDB"/>
    <w:rsid w:val="003A2782"/>
    <w:rsid w:val="003A618A"/>
    <w:rsid w:val="003B7B9A"/>
    <w:rsid w:val="003C4653"/>
    <w:rsid w:val="003C77C3"/>
    <w:rsid w:val="003D3234"/>
    <w:rsid w:val="003D590F"/>
    <w:rsid w:val="003D6564"/>
    <w:rsid w:val="003D6A1A"/>
    <w:rsid w:val="003D70A4"/>
    <w:rsid w:val="003F56AC"/>
    <w:rsid w:val="003F695D"/>
    <w:rsid w:val="00407E0A"/>
    <w:rsid w:val="00422636"/>
    <w:rsid w:val="00441177"/>
    <w:rsid w:val="00442DDD"/>
    <w:rsid w:val="00447B8A"/>
    <w:rsid w:val="004565A6"/>
    <w:rsid w:val="004623A8"/>
    <w:rsid w:val="00465763"/>
    <w:rsid w:val="0047078B"/>
    <w:rsid w:val="00472496"/>
    <w:rsid w:val="00475210"/>
    <w:rsid w:val="00484F76"/>
    <w:rsid w:val="004A1E15"/>
    <w:rsid w:val="004A3624"/>
    <w:rsid w:val="004A4A78"/>
    <w:rsid w:val="004B0BC6"/>
    <w:rsid w:val="004B6F82"/>
    <w:rsid w:val="004C2587"/>
    <w:rsid w:val="004C3555"/>
    <w:rsid w:val="004C77F4"/>
    <w:rsid w:val="004D2E1D"/>
    <w:rsid w:val="004E071E"/>
    <w:rsid w:val="004E3C22"/>
    <w:rsid w:val="004E3CFB"/>
    <w:rsid w:val="004E4A75"/>
    <w:rsid w:val="004F116F"/>
    <w:rsid w:val="004F396B"/>
    <w:rsid w:val="004F425B"/>
    <w:rsid w:val="00504CBE"/>
    <w:rsid w:val="0051065B"/>
    <w:rsid w:val="00515600"/>
    <w:rsid w:val="005217F7"/>
    <w:rsid w:val="005272F1"/>
    <w:rsid w:val="00537961"/>
    <w:rsid w:val="00537F29"/>
    <w:rsid w:val="005401DA"/>
    <w:rsid w:val="00575508"/>
    <w:rsid w:val="005938E7"/>
    <w:rsid w:val="00594EDE"/>
    <w:rsid w:val="005A0AF5"/>
    <w:rsid w:val="005A4F75"/>
    <w:rsid w:val="005A59B4"/>
    <w:rsid w:val="005B2E31"/>
    <w:rsid w:val="005B3718"/>
    <w:rsid w:val="005D5035"/>
    <w:rsid w:val="005F237A"/>
    <w:rsid w:val="006054C0"/>
    <w:rsid w:val="00605907"/>
    <w:rsid w:val="00617E76"/>
    <w:rsid w:val="00643315"/>
    <w:rsid w:val="00643DC4"/>
    <w:rsid w:val="00644DF4"/>
    <w:rsid w:val="00652EFC"/>
    <w:rsid w:val="006603DE"/>
    <w:rsid w:val="00673A07"/>
    <w:rsid w:val="0068164F"/>
    <w:rsid w:val="00683569"/>
    <w:rsid w:val="00686F79"/>
    <w:rsid w:val="006A5C61"/>
    <w:rsid w:val="006C6402"/>
    <w:rsid w:val="006E4220"/>
    <w:rsid w:val="006F3602"/>
    <w:rsid w:val="006F740E"/>
    <w:rsid w:val="00700C2E"/>
    <w:rsid w:val="007015ED"/>
    <w:rsid w:val="0070504E"/>
    <w:rsid w:val="00712173"/>
    <w:rsid w:val="00712321"/>
    <w:rsid w:val="007124E2"/>
    <w:rsid w:val="00717E6B"/>
    <w:rsid w:val="007309B7"/>
    <w:rsid w:val="00730DAE"/>
    <w:rsid w:val="0073475C"/>
    <w:rsid w:val="00745E0B"/>
    <w:rsid w:val="00745E60"/>
    <w:rsid w:val="00745EDB"/>
    <w:rsid w:val="00750912"/>
    <w:rsid w:val="00756D68"/>
    <w:rsid w:val="00762085"/>
    <w:rsid w:val="00767499"/>
    <w:rsid w:val="00771065"/>
    <w:rsid w:val="00777222"/>
    <w:rsid w:val="00783241"/>
    <w:rsid w:val="0078516A"/>
    <w:rsid w:val="007A0FB6"/>
    <w:rsid w:val="007A34E7"/>
    <w:rsid w:val="007B1540"/>
    <w:rsid w:val="007B61FF"/>
    <w:rsid w:val="007B6D8A"/>
    <w:rsid w:val="007C31AF"/>
    <w:rsid w:val="007D3CAB"/>
    <w:rsid w:val="007E7296"/>
    <w:rsid w:val="007F1342"/>
    <w:rsid w:val="007F3D45"/>
    <w:rsid w:val="0081475B"/>
    <w:rsid w:val="00830A15"/>
    <w:rsid w:val="00832BE6"/>
    <w:rsid w:val="00847317"/>
    <w:rsid w:val="00855B79"/>
    <w:rsid w:val="00856F88"/>
    <w:rsid w:val="00862463"/>
    <w:rsid w:val="00865097"/>
    <w:rsid w:val="00865ED9"/>
    <w:rsid w:val="0087606A"/>
    <w:rsid w:val="00887A40"/>
    <w:rsid w:val="008914AA"/>
    <w:rsid w:val="00892C87"/>
    <w:rsid w:val="008A4678"/>
    <w:rsid w:val="008C1B53"/>
    <w:rsid w:val="008C2666"/>
    <w:rsid w:val="008C30BC"/>
    <w:rsid w:val="008C3743"/>
    <w:rsid w:val="008D24F3"/>
    <w:rsid w:val="008D53A8"/>
    <w:rsid w:val="008E1AFE"/>
    <w:rsid w:val="00900E90"/>
    <w:rsid w:val="00914C9A"/>
    <w:rsid w:val="009204D2"/>
    <w:rsid w:val="00923D08"/>
    <w:rsid w:val="009347D6"/>
    <w:rsid w:val="00936BEA"/>
    <w:rsid w:val="009457A8"/>
    <w:rsid w:val="00950DA7"/>
    <w:rsid w:val="00967AF9"/>
    <w:rsid w:val="00971796"/>
    <w:rsid w:val="00972D0D"/>
    <w:rsid w:val="009765A8"/>
    <w:rsid w:val="00987A65"/>
    <w:rsid w:val="009A412A"/>
    <w:rsid w:val="009A61C9"/>
    <w:rsid w:val="009A6790"/>
    <w:rsid w:val="009A6AD0"/>
    <w:rsid w:val="009B6369"/>
    <w:rsid w:val="009C6E76"/>
    <w:rsid w:val="009E3399"/>
    <w:rsid w:val="009E6422"/>
    <w:rsid w:val="009F4473"/>
    <w:rsid w:val="00A034A2"/>
    <w:rsid w:val="00A21753"/>
    <w:rsid w:val="00A220B1"/>
    <w:rsid w:val="00A24CC9"/>
    <w:rsid w:val="00A3106E"/>
    <w:rsid w:val="00A50307"/>
    <w:rsid w:val="00A6008C"/>
    <w:rsid w:val="00A6208D"/>
    <w:rsid w:val="00A645A9"/>
    <w:rsid w:val="00A65825"/>
    <w:rsid w:val="00A67B4A"/>
    <w:rsid w:val="00A71659"/>
    <w:rsid w:val="00A81817"/>
    <w:rsid w:val="00AA136D"/>
    <w:rsid w:val="00AA453D"/>
    <w:rsid w:val="00AB68B2"/>
    <w:rsid w:val="00AC5B9A"/>
    <w:rsid w:val="00AC77ED"/>
    <w:rsid w:val="00AD6D13"/>
    <w:rsid w:val="00AD6D50"/>
    <w:rsid w:val="00AF4F5E"/>
    <w:rsid w:val="00B02D13"/>
    <w:rsid w:val="00B053FD"/>
    <w:rsid w:val="00B16190"/>
    <w:rsid w:val="00B2321A"/>
    <w:rsid w:val="00B311A6"/>
    <w:rsid w:val="00B33160"/>
    <w:rsid w:val="00B33777"/>
    <w:rsid w:val="00B442C9"/>
    <w:rsid w:val="00B45387"/>
    <w:rsid w:val="00B51197"/>
    <w:rsid w:val="00B53DA4"/>
    <w:rsid w:val="00B548EE"/>
    <w:rsid w:val="00B55E18"/>
    <w:rsid w:val="00B638A7"/>
    <w:rsid w:val="00B67BF5"/>
    <w:rsid w:val="00B712F2"/>
    <w:rsid w:val="00B71BFF"/>
    <w:rsid w:val="00B87513"/>
    <w:rsid w:val="00B920EC"/>
    <w:rsid w:val="00BA58BA"/>
    <w:rsid w:val="00BA5F53"/>
    <w:rsid w:val="00BA7ADC"/>
    <w:rsid w:val="00BB3B88"/>
    <w:rsid w:val="00BC2529"/>
    <w:rsid w:val="00BC4BBC"/>
    <w:rsid w:val="00BC7745"/>
    <w:rsid w:val="00BD6791"/>
    <w:rsid w:val="00BE2805"/>
    <w:rsid w:val="00BE62C7"/>
    <w:rsid w:val="00BF053D"/>
    <w:rsid w:val="00C03527"/>
    <w:rsid w:val="00C13A14"/>
    <w:rsid w:val="00C1427C"/>
    <w:rsid w:val="00C4698A"/>
    <w:rsid w:val="00C60E58"/>
    <w:rsid w:val="00C63A80"/>
    <w:rsid w:val="00C73D0A"/>
    <w:rsid w:val="00C82407"/>
    <w:rsid w:val="00C866F3"/>
    <w:rsid w:val="00C90056"/>
    <w:rsid w:val="00C95731"/>
    <w:rsid w:val="00CA19F2"/>
    <w:rsid w:val="00CA64A4"/>
    <w:rsid w:val="00CB176B"/>
    <w:rsid w:val="00CC3456"/>
    <w:rsid w:val="00CC4301"/>
    <w:rsid w:val="00CD4193"/>
    <w:rsid w:val="00CE5647"/>
    <w:rsid w:val="00CE5CBA"/>
    <w:rsid w:val="00CF11DA"/>
    <w:rsid w:val="00CF5D0A"/>
    <w:rsid w:val="00CF660F"/>
    <w:rsid w:val="00CF7F38"/>
    <w:rsid w:val="00D16971"/>
    <w:rsid w:val="00D26722"/>
    <w:rsid w:val="00D52084"/>
    <w:rsid w:val="00D63760"/>
    <w:rsid w:val="00D643A4"/>
    <w:rsid w:val="00D7120C"/>
    <w:rsid w:val="00D7251D"/>
    <w:rsid w:val="00D82B75"/>
    <w:rsid w:val="00D9005D"/>
    <w:rsid w:val="00D90786"/>
    <w:rsid w:val="00D95777"/>
    <w:rsid w:val="00DA0504"/>
    <w:rsid w:val="00DA5E88"/>
    <w:rsid w:val="00DC7EE1"/>
    <w:rsid w:val="00DD00C8"/>
    <w:rsid w:val="00DD3E27"/>
    <w:rsid w:val="00DD5514"/>
    <w:rsid w:val="00DD56C4"/>
    <w:rsid w:val="00DD5ADE"/>
    <w:rsid w:val="00DD5D99"/>
    <w:rsid w:val="00DE27A0"/>
    <w:rsid w:val="00DF0166"/>
    <w:rsid w:val="00DF4184"/>
    <w:rsid w:val="00E00A60"/>
    <w:rsid w:val="00E0219B"/>
    <w:rsid w:val="00E13594"/>
    <w:rsid w:val="00E16A4A"/>
    <w:rsid w:val="00E203DF"/>
    <w:rsid w:val="00E26D91"/>
    <w:rsid w:val="00E270CE"/>
    <w:rsid w:val="00E46A8C"/>
    <w:rsid w:val="00E56529"/>
    <w:rsid w:val="00E61E09"/>
    <w:rsid w:val="00E75A05"/>
    <w:rsid w:val="00E7715D"/>
    <w:rsid w:val="00E8155B"/>
    <w:rsid w:val="00E8397D"/>
    <w:rsid w:val="00E90E10"/>
    <w:rsid w:val="00E94FD3"/>
    <w:rsid w:val="00E97190"/>
    <w:rsid w:val="00EA266C"/>
    <w:rsid w:val="00EA708C"/>
    <w:rsid w:val="00EC5DD1"/>
    <w:rsid w:val="00ED0441"/>
    <w:rsid w:val="00ED0C70"/>
    <w:rsid w:val="00EE0B38"/>
    <w:rsid w:val="00EE6A3C"/>
    <w:rsid w:val="00EF2C3A"/>
    <w:rsid w:val="00EF2F91"/>
    <w:rsid w:val="00F030D7"/>
    <w:rsid w:val="00F04A68"/>
    <w:rsid w:val="00F06E78"/>
    <w:rsid w:val="00F21E57"/>
    <w:rsid w:val="00F241E0"/>
    <w:rsid w:val="00F325C0"/>
    <w:rsid w:val="00F559A0"/>
    <w:rsid w:val="00F61A6E"/>
    <w:rsid w:val="00F62999"/>
    <w:rsid w:val="00F72A0F"/>
    <w:rsid w:val="00F815A3"/>
    <w:rsid w:val="00F90C7E"/>
    <w:rsid w:val="00F9397E"/>
    <w:rsid w:val="00F943C1"/>
    <w:rsid w:val="00F94767"/>
    <w:rsid w:val="00FC057B"/>
    <w:rsid w:val="00FC05F7"/>
    <w:rsid w:val="00FC2729"/>
    <w:rsid w:val="00FD5A6E"/>
    <w:rsid w:val="00FE5352"/>
    <w:rsid w:val="00FE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1B82"/>
    <w:rPr>
      <w:rFonts w:ascii="Arial" w:hAnsi="Arial"/>
    </w:rPr>
  </w:style>
  <w:style w:type="paragraph" w:styleId="Heading1">
    <w:name w:val="heading 1"/>
    <w:basedOn w:val="HeadingBase"/>
    <w:next w:val="BodyText"/>
    <w:qFormat/>
    <w:rsid w:val="00101B82"/>
    <w:pPr>
      <w:spacing w:before="220" w:after="220"/>
      <w:ind w:left="-2160"/>
      <w:jc w:val="left"/>
      <w:outlineLvl w:val="0"/>
    </w:pPr>
    <w:rPr>
      <w:rFonts w:ascii="Arial Black" w:hAnsi="Arial Black"/>
      <w:kern w:val="28"/>
      <w:sz w:val="20"/>
    </w:rPr>
  </w:style>
  <w:style w:type="paragraph" w:styleId="Heading2">
    <w:name w:val="heading 2"/>
    <w:basedOn w:val="HeadingBase"/>
    <w:next w:val="BodyText"/>
    <w:qFormat/>
    <w:rsid w:val="00101B82"/>
    <w:pPr>
      <w:spacing w:after="220"/>
      <w:jc w:val="left"/>
      <w:outlineLvl w:val="1"/>
    </w:pPr>
    <w:rPr>
      <w:rFonts w:ascii="Arial Black" w:hAnsi="Arial Black"/>
      <w:sz w:val="20"/>
    </w:rPr>
  </w:style>
  <w:style w:type="paragraph" w:styleId="Heading3">
    <w:name w:val="heading 3"/>
    <w:basedOn w:val="HeadingBase"/>
    <w:next w:val="BodyText"/>
    <w:qFormat/>
    <w:rsid w:val="00101B82"/>
    <w:pPr>
      <w:spacing w:after="220"/>
      <w:jc w:val="left"/>
      <w:outlineLvl w:val="2"/>
    </w:pPr>
    <w:rPr>
      <w:i/>
      <w:spacing w:val="-2"/>
      <w:sz w:val="20"/>
    </w:rPr>
  </w:style>
  <w:style w:type="paragraph" w:styleId="Heading4">
    <w:name w:val="heading 4"/>
    <w:basedOn w:val="HeadingBase"/>
    <w:next w:val="BodyText"/>
    <w:qFormat/>
    <w:rsid w:val="00101B82"/>
    <w:pPr>
      <w:jc w:val="left"/>
      <w:outlineLvl w:val="3"/>
    </w:pPr>
    <w:rPr>
      <w:rFonts w:ascii="Arial Black" w:hAnsi="Arial Black"/>
      <w:sz w:val="20"/>
    </w:rPr>
  </w:style>
  <w:style w:type="paragraph" w:styleId="Heading5">
    <w:name w:val="heading 5"/>
    <w:basedOn w:val="HeadingBase"/>
    <w:next w:val="BodyText"/>
    <w:qFormat/>
    <w:rsid w:val="00101B82"/>
    <w:pPr>
      <w:spacing w:after="220"/>
      <w:jc w:val="left"/>
      <w:outlineLvl w:val="4"/>
    </w:pPr>
    <w:rPr>
      <w:rFonts w:ascii="Arial Black" w:hAnsi="Arial Black"/>
      <w:sz w:val="16"/>
    </w:rPr>
  </w:style>
  <w:style w:type="paragraph" w:styleId="Heading6">
    <w:name w:val="heading 6"/>
    <w:basedOn w:val="Normal"/>
    <w:next w:val="Normal"/>
    <w:qFormat/>
    <w:rsid w:val="00101B82"/>
    <w:pPr>
      <w:spacing w:before="240" w:after="60"/>
      <w:jc w:val="both"/>
      <w:outlineLvl w:val="5"/>
    </w:pPr>
    <w:rPr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01B82"/>
    <w:pPr>
      <w:spacing w:after="220" w:line="220" w:lineRule="atLeast"/>
      <w:jc w:val="both"/>
    </w:pPr>
    <w:rPr>
      <w:spacing w:val="-5"/>
    </w:rPr>
  </w:style>
  <w:style w:type="paragraph" w:customStyle="1" w:styleId="Achievement">
    <w:name w:val="Achievement"/>
    <w:basedOn w:val="BodyText"/>
    <w:rsid w:val="00101B82"/>
    <w:pPr>
      <w:numPr>
        <w:numId w:val="1"/>
      </w:numPr>
      <w:tabs>
        <w:tab w:val="clear" w:pos="360"/>
      </w:tabs>
      <w:spacing w:after="60"/>
    </w:pPr>
  </w:style>
  <w:style w:type="paragraph" w:customStyle="1" w:styleId="Address1">
    <w:name w:val="Address 1"/>
    <w:basedOn w:val="Normal"/>
    <w:rsid w:val="00101B82"/>
    <w:pPr>
      <w:spacing w:line="160" w:lineRule="atLeast"/>
      <w:jc w:val="both"/>
    </w:pPr>
    <w:rPr>
      <w:sz w:val="14"/>
    </w:rPr>
  </w:style>
  <w:style w:type="paragraph" w:customStyle="1" w:styleId="Address2">
    <w:name w:val="Address 2"/>
    <w:basedOn w:val="Normal"/>
    <w:rsid w:val="00101B82"/>
    <w:pPr>
      <w:spacing w:line="160" w:lineRule="atLeast"/>
      <w:jc w:val="both"/>
    </w:pPr>
    <w:rPr>
      <w:sz w:val="14"/>
    </w:rPr>
  </w:style>
  <w:style w:type="paragraph" w:styleId="BodyTextIndent">
    <w:name w:val="Body Text Indent"/>
    <w:basedOn w:val="BodyText"/>
    <w:rsid w:val="00101B82"/>
    <w:pPr>
      <w:ind w:left="720"/>
    </w:pPr>
  </w:style>
  <w:style w:type="paragraph" w:customStyle="1" w:styleId="CityState">
    <w:name w:val="City/State"/>
    <w:basedOn w:val="BodyText"/>
    <w:next w:val="BodyText"/>
    <w:rsid w:val="00101B82"/>
    <w:pPr>
      <w:keepNext/>
    </w:pPr>
  </w:style>
  <w:style w:type="paragraph" w:customStyle="1" w:styleId="CompanyName">
    <w:name w:val="Company Name"/>
    <w:basedOn w:val="Normal"/>
    <w:next w:val="Normal"/>
    <w:autoRedefine/>
    <w:rsid w:val="00101B82"/>
    <w:pPr>
      <w:tabs>
        <w:tab w:val="left" w:pos="2160"/>
        <w:tab w:val="right" w:pos="6480"/>
      </w:tabs>
      <w:spacing w:before="240" w:after="40" w:line="220" w:lineRule="atLeast"/>
    </w:pPr>
  </w:style>
  <w:style w:type="paragraph" w:customStyle="1" w:styleId="CompanyNameOne">
    <w:name w:val="Company Name One"/>
    <w:basedOn w:val="CompanyName"/>
    <w:next w:val="Normal"/>
    <w:autoRedefine/>
    <w:rsid w:val="00101B82"/>
  </w:style>
  <w:style w:type="paragraph" w:styleId="Date">
    <w:name w:val="Date"/>
    <w:basedOn w:val="BodyText"/>
    <w:rsid w:val="00101B82"/>
    <w:pPr>
      <w:keepNext/>
    </w:pPr>
  </w:style>
  <w:style w:type="paragraph" w:customStyle="1" w:styleId="DocumentLabel">
    <w:name w:val="Document Label"/>
    <w:basedOn w:val="Normal"/>
    <w:next w:val="Normal"/>
    <w:rsid w:val="00101B82"/>
    <w:pPr>
      <w:spacing w:after="220"/>
      <w:jc w:val="both"/>
    </w:pPr>
    <w:rPr>
      <w:spacing w:val="-20"/>
      <w:sz w:val="48"/>
    </w:rPr>
  </w:style>
  <w:style w:type="character" w:styleId="Emphasis">
    <w:name w:val="Emphasis"/>
    <w:qFormat/>
    <w:rsid w:val="00101B82"/>
    <w:rPr>
      <w:rFonts w:ascii="Arial Black" w:hAnsi="Arial Black"/>
      <w:spacing w:val="-8"/>
      <w:sz w:val="18"/>
    </w:rPr>
  </w:style>
  <w:style w:type="paragraph" w:customStyle="1" w:styleId="HeaderBase">
    <w:name w:val="Header Base"/>
    <w:basedOn w:val="Normal"/>
    <w:rsid w:val="00101B82"/>
    <w:pPr>
      <w:jc w:val="both"/>
    </w:pPr>
  </w:style>
  <w:style w:type="paragraph" w:styleId="Footer">
    <w:name w:val="footer"/>
    <w:basedOn w:val="HeaderBase"/>
    <w:rsid w:val="00101B82"/>
    <w:pPr>
      <w:tabs>
        <w:tab w:val="right" w:pos="6840"/>
      </w:tabs>
      <w:spacing w:line="220" w:lineRule="atLeast"/>
      <w:ind w:left="-2160"/>
    </w:pPr>
    <w:rPr>
      <w:b/>
      <w:sz w:val="18"/>
    </w:rPr>
  </w:style>
  <w:style w:type="paragraph" w:styleId="Header">
    <w:name w:val="header"/>
    <w:basedOn w:val="HeaderBase"/>
    <w:rsid w:val="00101B82"/>
    <w:pPr>
      <w:spacing w:line="220" w:lineRule="atLeast"/>
      <w:ind w:left="-2160"/>
    </w:pPr>
  </w:style>
  <w:style w:type="paragraph" w:customStyle="1" w:styleId="HeadingBase">
    <w:name w:val="Heading Base"/>
    <w:basedOn w:val="BodyText"/>
    <w:next w:val="BodyText"/>
    <w:rsid w:val="00101B82"/>
    <w:pPr>
      <w:keepNext/>
      <w:keepLines/>
      <w:spacing w:after="0"/>
    </w:pPr>
    <w:rPr>
      <w:spacing w:val="-4"/>
      <w:sz w:val="18"/>
    </w:rPr>
  </w:style>
  <w:style w:type="paragraph" w:customStyle="1" w:styleId="Institution">
    <w:name w:val="Institution"/>
    <w:basedOn w:val="Normal"/>
    <w:next w:val="Achievement"/>
    <w:autoRedefine/>
    <w:rsid w:val="00101B82"/>
    <w:pPr>
      <w:tabs>
        <w:tab w:val="left" w:pos="2160"/>
        <w:tab w:val="right" w:pos="6480"/>
      </w:tabs>
      <w:spacing w:before="240" w:after="60" w:line="220" w:lineRule="atLeast"/>
    </w:pPr>
  </w:style>
  <w:style w:type="character" w:customStyle="1" w:styleId="Job">
    <w:name w:val="Job"/>
    <w:basedOn w:val="DefaultParagraphFont"/>
    <w:rsid w:val="00101B82"/>
  </w:style>
  <w:style w:type="paragraph" w:customStyle="1" w:styleId="JobTitle">
    <w:name w:val="Job Title"/>
    <w:next w:val="Achievement"/>
    <w:rsid w:val="00101B82"/>
    <w:pPr>
      <w:spacing w:after="60" w:line="220" w:lineRule="atLeast"/>
    </w:pPr>
    <w:rPr>
      <w:rFonts w:ascii="Arial Black" w:hAnsi="Arial Black"/>
      <w:spacing w:val="-10"/>
    </w:rPr>
  </w:style>
  <w:style w:type="character" w:customStyle="1" w:styleId="Lead-inEmphasis">
    <w:name w:val="Lead-in Emphasis"/>
    <w:rsid w:val="00101B82"/>
    <w:rPr>
      <w:rFonts w:ascii="Arial Black" w:hAnsi="Arial Black"/>
      <w:spacing w:val="-6"/>
      <w:sz w:val="18"/>
    </w:rPr>
  </w:style>
  <w:style w:type="paragraph" w:customStyle="1" w:styleId="Name">
    <w:name w:val="Name"/>
    <w:basedOn w:val="Normal"/>
    <w:next w:val="Normal"/>
    <w:rsid w:val="00101B82"/>
    <w:pPr>
      <w:pBdr>
        <w:bottom w:val="single" w:sz="6" w:space="4" w:color="auto"/>
      </w:pBdr>
      <w:spacing w:after="440" w:line="240" w:lineRule="atLeast"/>
    </w:pPr>
    <w:rPr>
      <w:rFonts w:ascii="Arial Black" w:hAnsi="Arial Black"/>
      <w:spacing w:val="-35"/>
      <w:sz w:val="54"/>
    </w:rPr>
  </w:style>
  <w:style w:type="paragraph" w:customStyle="1" w:styleId="SectionTitle">
    <w:name w:val="Section Title"/>
    <w:basedOn w:val="Normal"/>
    <w:next w:val="Normal"/>
    <w:autoRedefine/>
    <w:rsid w:val="00101B82"/>
    <w:pPr>
      <w:spacing w:before="220" w:line="220" w:lineRule="atLeast"/>
    </w:pPr>
    <w:rPr>
      <w:rFonts w:ascii="Arial Black" w:hAnsi="Arial Black"/>
      <w:spacing w:val="-10"/>
    </w:rPr>
  </w:style>
  <w:style w:type="paragraph" w:customStyle="1" w:styleId="NoTitle">
    <w:name w:val="No Title"/>
    <w:basedOn w:val="SectionTitle"/>
    <w:rsid w:val="00101B82"/>
  </w:style>
  <w:style w:type="paragraph" w:customStyle="1" w:styleId="Objective">
    <w:name w:val="Objective"/>
    <w:basedOn w:val="Normal"/>
    <w:next w:val="BodyText"/>
    <w:rsid w:val="00101B82"/>
    <w:pPr>
      <w:spacing w:before="240" w:after="220" w:line="220" w:lineRule="atLeast"/>
    </w:pPr>
  </w:style>
  <w:style w:type="character" w:styleId="PageNumber">
    <w:name w:val="page number"/>
    <w:rsid w:val="00101B82"/>
    <w:rPr>
      <w:rFonts w:ascii="Arial" w:hAnsi="Arial"/>
      <w:sz w:val="18"/>
    </w:rPr>
  </w:style>
  <w:style w:type="paragraph" w:customStyle="1" w:styleId="PersonalData">
    <w:name w:val="Personal Data"/>
    <w:basedOn w:val="BodyText"/>
    <w:rsid w:val="00101B82"/>
    <w:pPr>
      <w:spacing w:after="120" w:line="240" w:lineRule="exact"/>
      <w:ind w:left="-1080" w:right="1080"/>
    </w:pPr>
    <w:rPr>
      <w:i/>
      <w:spacing w:val="0"/>
      <w:sz w:val="22"/>
    </w:rPr>
  </w:style>
  <w:style w:type="paragraph" w:customStyle="1" w:styleId="PersonalInfo">
    <w:name w:val="Personal Info"/>
    <w:basedOn w:val="Achievement"/>
    <w:next w:val="Achievement"/>
    <w:rsid w:val="00101B82"/>
    <w:pPr>
      <w:numPr>
        <w:numId w:val="0"/>
      </w:numPr>
      <w:spacing w:before="240"/>
      <w:ind w:left="245" w:hanging="245"/>
    </w:pPr>
  </w:style>
  <w:style w:type="paragraph" w:customStyle="1" w:styleId="SectionSubtitle">
    <w:name w:val="Section Subtitle"/>
    <w:basedOn w:val="SectionTitle"/>
    <w:next w:val="Normal"/>
    <w:rsid w:val="00101B82"/>
    <w:rPr>
      <w:b/>
      <w:spacing w:val="0"/>
    </w:rPr>
  </w:style>
  <w:style w:type="paragraph" w:styleId="BalloonText">
    <w:name w:val="Balloon Text"/>
    <w:basedOn w:val="Normal"/>
    <w:semiHidden/>
    <w:rsid w:val="00BC4BB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F053D"/>
    <w:rPr>
      <w:color w:val="0000FF"/>
      <w:u w:val="single"/>
    </w:rPr>
  </w:style>
  <w:style w:type="character" w:styleId="FollowedHyperlink">
    <w:name w:val="FollowedHyperlink"/>
    <w:basedOn w:val="DefaultParagraphFont"/>
    <w:rsid w:val="004E4A75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deproject.com/dotnet/vbvscsmsil.asp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deproject.com/vb/net/xmlsscp.asp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deproject.com/vb/net/vb2005ga.asp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deproject.com/useritems/vbdefamation.asp" TargetMode="External"/><Relationship Id="rId10" Type="http://schemas.openxmlformats.org/officeDocument/2006/relationships/hyperlink" Target="http://www.codeproject.com/csharp/iterators.asp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iancarloaguilera@hotmail.com" TargetMode="External"/><Relationship Id="rId14" Type="http://schemas.openxmlformats.org/officeDocument/2006/relationships/hyperlink" Target="http://www.codeproject.com/vb/net/vsnetstylemenusvb.as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Professional%20Resum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1123EE-0EAF-441B-BC67-9EF92DCB7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Professional Resume.dot</Template>
  <TotalTime>1304</TotalTime>
  <Pages>2</Pages>
  <Words>295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Professional Resume</vt:lpstr>
    </vt:vector>
  </TitlesOfParts>
  <Company>Microsoft Corp.</Company>
  <LinksUpToDate>false</LinksUpToDate>
  <CharactersWithSpaces>3019</CharactersWithSpaces>
  <SharedDoc>false</SharedDoc>
  <HLinks>
    <vt:vector size="54" baseType="variant">
      <vt:variant>
        <vt:i4>1835033</vt:i4>
      </vt:variant>
      <vt:variant>
        <vt:i4>24</vt:i4>
      </vt:variant>
      <vt:variant>
        <vt:i4>0</vt:i4>
      </vt:variant>
      <vt:variant>
        <vt:i4>5</vt:i4>
      </vt:variant>
      <vt:variant>
        <vt:lpwstr>http://www.codeproject.com/useritems/vbdefamation.asp</vt:lpwstr>
      </vt:variant>
      <vt:variant>
        <vt:lpwstr/>
      </vt:variant>
      <vt:variant>
        <vt:i4>8192048</vt:i4>
      </vt:variant>
      <vt:variant>
        <vt:i4>21</vt:i4>
      </vt:variant>
      <vt:variant>
        <vt:i4>0</vt:i4>
      </vt:variant>
      <vt:variant>
        <vt:i4>5</vt:i4>
      </vt:variant>
      <vt:variant>
        <vt:lpwstr>http://www.codeproject.com/vb/net/vsnetstylemenusvb.asp</vt:lpwstr>
      </vt:variant>
      <vt:variant>
        <vt:lpwstr/>
      </vt:variant>
      <vt:variant>
        <vt:i4>1703936</vt:i4>
      </vt:variant>
      <vt:variant>
        <vt:i4>18</vt:i4>
      </vt:variant>
      <vt:variant>
        <vt:i4>0</vt:i4>
      </vt:variant>
      <vt:variant>
        <vt:i4>5</vt:i4>
      </vt:variant>
      <vt:variant>
        <vt:lpwstr>http://www.codeproject.com/dotnet/vbvscsmsil.asp</vt:lpwstr>
      </vt:variant>
      <vt:variant>
        <vt:lpwstr/>
      </vt:variant>
      <vt:variant>
        <vt:i4>2031681</vt:i4>
      </vt:variant>
      <vt:variant>
        <vt:i4>15</vt:i4>
      </vt:variant>
      <vt:variant>
        <vt:i4>0</vt:i4>
      </vt:variant>
      <vt:variant>
        <vt:i4>5</vt:i4>
      </vt:variant>
      <vt:variant>
        <vt:lpwstr>http://www.codeproject.com/vb/net/xmlsscp.asp</vt:lpwstr>
      </vt:variant>
      <vt:variant>
        <vt:lpwstr/>
      </vt:variant>
      <vt:variant>
        <vt:i4>2621561</vt:i4>
      </vt:variant>
      <vt:variant>
        <vt:i4>12</vt:i4>
      </vt:variant>
      <vt:variant>
        <vt:i4>0</vt:i4>
      </vt:variant>
      <vt:variant>
        <vt:i4>5</vt:i4>
      </vt:variant>
      <vt:variant>
        <vt:lpwstr>http://www.codeproject.com/vb/net/vb2005ga.asp</vt:lpwstr>
      </vt:variant>
      <vt:variant>
        <vt:lpwstr/>
      </vt:variant>
      <vt:variant>
        <vt:i4>2555965</vt:i4>
      </vt:variant>
      <vt:variant>
        <vt:i4>9</vt:i4>
      </vt:variant>
      <vt:variant>
        <vt:i4>0</vt:i4>
      </vt:variant>
      <vt:variant>
        <vt:i4>5</vt:i4>
      </vt:variant>
      <vt:variant>
        <vt:lpwstr>http://www.codeproject.com/csharp/iterators.asp</vt:lpwstr>
      </vt:variant>
      <vt:variant>
        <vt:lpwstr/>
      </vt:variant>
      <vt:variant>
        <vt:i4>4456517</vt:i4>
      </vt:variant>
      <vt:variant>
        <vt:i4>6</vt:i4>
      </vt:variant>
      <vt:variant>
        <vt:i4>0</vt:i4>
      </vt:variant>
      <vt:variant>
        <vt:i4>5</vt:i4>
      </vt:variant>
      <vt:variant>
        <vt:lpwstr>http://www.ffiec.gov/find/faq.htm</vt:lpwstr>
      </vt:variant>
      <vt:variant>
        <vt:lpwstr>xbrl</vt:lpwstr>
      </vt:variant>
      <vt:variant>
        <vt:i4>4456517</vt:i4>
      </vt:variant>
      <vt:variant>
        <vt:i4>3</vt:i4>
      </vt:variant>
      <vt:variant>
        <vt:i4>0</vt:i4>
      </vt:variant>
      <vt:variant>
        <vt:i4>5</vt:i4>
      </vt:variant>
      <vt:variant>
        <vt:lpwstr>http://www.ffiec.gov/find/faq.htm</vt:lpwstr>
      </vt:variant>
      <vt:variant>
        <vt:lpwstr>xbrl</vt:lpwstr>
      </vt:variant>
      <vt:variant>
        <vt:i4>983072</vt:i4>
      </vt:variant>
      <vt:variant>
        <vt:i4>0</vt:i4>
      </vt:variant>
      <vt:variant>
        <vt:i4>0</vt:i4>
      </vt:variant>
      <vt:variant>
        <vt:i4>5</vt:i4>
      </vt:variant>
      <vt:variant>
        <vt:lpwstr>mailto:giancarloaguilera@hotmail.com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Resume</dc:title>
  <dc:creator>Giancarlo</dc:creator>
  <cp:lastModifiedBy>Synerzip</cp:lastModifiedBy>
  <cp:revision>285</cp:revision>
  <cp:lastPrinted>2005-07-31T00:43:00Z</cp:lastPrinted>
  <dcterms:created xsi:type="dcterms:W3CDTF">2012-04-12T01:13:00Z</dcterms:created>
  <dcterms:modified xsi:type="dcterms:W3CDTF">2014-01-13T10:08:00Z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2003051900</vt:i4>
  </property>
  <property fmtid="{D5CDD505-2E9C-101B-9397-08002B2CF9AE}" pid="4" name="LCID">
    <vt:i4>1033</vt:i4>
  </property>
</Properties>
</file>